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0F1E1" w14:textId="77777777" w:rsidR="004E39F9" w:rsidRDefault="005F009C" w:rsidP="00ED4A93">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fo</w:t>
      </w:r>
      <w:r w:rsidR="00ED4A93">
        <w:rPr>
          <w:rFonts w:asciiTheme="minorHAnsi" w:hAnsiTheme="minorHAnsi" w:cstheme="minorHAnsi"/>
          <w:b/>
          <w:sz w:val="36"/>
          <w:szCs w:val="36"/>
          <w:lang w:val="en-GB"/>
        </w:rPr>
        <w:t>r MISE PLANT, MACHINES AND LIGHT VEHICLE SPARE PARTS</w:t>
      </w:r>
      <w:r w:rsidR="00F33677" w:rsidRPr="007F3777">
        <w:rPr>
          <w:rFonts w:asciiTheme="minorHAnsi" w:hAnsiTheme="minorHAnsi" w:cstheme="minorHAnsi"/>
          <w:b/>
          <w:sz w:val="36"/>
          <w:szCs w:val="36"/>
          <w:lang w:val="en-GB"/>
        </w:rPr>
        <w:t xml:space="preserve"> </w:t>
      </w:r>
      <w:bookmarkStart w:id="0" w:name="_Ref371928515"/>
      <w:bookmarkStart w:id="1" w:name="_Ref374243803"/>
      <w:bookmarkStart w:id="2" w:name="_Ref384989099"/>
      <w:bookmarkStart w:id="3" w:name="_Ref385265302"/>
    </w:p>
    <w:p w14:paraId="71E15998" w14:textId="11C4AA81" w:rsidR="00141577" w:rsidRPr="00ED4A93" w:rsidRDefault="00141577" w:rsidP="00ED4A93">
      <w:pPr>
        <w:spacing w:before="1200" w:after="2400"/>
        <w:jc w:val="center"/>
        <w:rPr>
          <w:rFonts w:asciiTheme="minorHAnsi" w:hAnsiTheme="minorHAnsi" w:cstheme="minorHAnsi"/>
          <w:b/>
          <w:sz w:val="36"/>
          <w:szCs w:val="36"/>
          <w:lang w:val="en-GB"/>
        </w:rPr>
      </w:pPr>
      <w:r w:rsidRPr="007F3777">
        <w:rPr>
          <w:b/>
          <w:lang w:val="en-GB"/>
        </w:rPr>
        <w:t>Procurement No:</w:t>
      </w:r>
      <w:r w:rsidR="00035E9C">
        <w:rPr>
          <w:b/>
          <w:lang w:val="en-GB"/>
        </w:rPr>
        <w:t xml:space="preserve"> </w:t>
      </w:r>
      <w:r w:rsidRPr="007F3777">
        <w:rPr>
          <w:lang w:val="en-GB"/>
        </w:rPr>
        <w:tab/>
      </w:r>
      <w:bookmarkEnd w:id="0"/>
      <w:bookmarkEnd w:id="1"/>
      <w:bookmarkEnd w:id="2"/>
      <w:bookmarkEnd w:id="3"/>
      <w:r w:rsidR="006C7239">
        <w:rPr>
          <w:lang w:val="en-GB"/>
        </w:rPr>
        <w:t>27-G013-25</w:t>
      </w:r>
      <w:r w:rsidR="00A6147F"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31C41300"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E2C1D" w:rsidRPr="00CD12C5">
        <w:rPr>
          <w:rFonts w:ascii="Calibri" w:hAnsi="Calibri" w:cs="Calibri"/>
          <w:b/>
          <w:bCs/>
          <w:lang w:val="en-GB"/>
        </w:rPr>
        <w:t>Ministry of Infrastructure and Sustainable Energy</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8A2B64D" w14:textId="77777777" w:rsidR="005961A5" w:rsidRDefault="005961A5" w:rsidP="00166C12">
      <w:pPr>
        <w:rPr>
          <w:lang w:val="en-GB"/>
        </w:rPr>
      </w:pPr>
    </w:p>
    <w:p w14:paraId="70F33B99" w14:textId="36983B3D" w:rsidR="005961A5" w:rsidRDefault="005961A5" w:rsidP="00166C12">
      <w:pPr>
        <w:rPr>
          <w:lang w:val="en-GB"/>
        </w:rPr>
      </w:pPr>
      <w:r>
        <w:rPr>
          <w:lang w:val="en-GB"/>
        </w:rPr>
        <w:t>To: Secretary, MFED</w:t>
      </w:r>
    </w:p>
    <w:p w14:paraId="3BCEE921" w14:textId="035981AB" w:rsidR="00FE2DD7" w:rsidRDefault="00FE2DD7" w:rsidP="00166C12">
      <w:pPr>
        <w:rPr>
          <w:lang w:val="en-GB"/>
        </w:rPr>
      </w:pPr>
      <w:r>
        <w:rPr>
          <w:lang w:val="en-GB"/>
        </w:rPr>
        <w:t xml:space="preserve">       Bairiki, Tarawa. </w:t>
      </w:r>
    </w:p>
    <w:p w14:paraId="79D0E1D1" w14:textId="77777777" w:rsidR="005961A5" w:rsidRDefault="005961A5" w:rsidP="00166C12">
      <w:pPr>
        <w:rPr>
          <w:lang w:val="en-GB"/>
        </w:rPr>
      </w:pPr>
    </w:p>
    <w:p w14:paraId="49B44874" w14:textId="002C6151" w:rsidR="005961A5" w:rsidRDefault="005961A5" w:rsidP="00166C12">
      <w:pPr>
        <w:rPr>
          <w:lang w:val="en-GB"/>
        </w:rPr>
      </w:pPr>
      <w:r>
        <w:rPr>
          <w:lang w:val="en-GB"/>
        </w:rPr>
        <w:t>Attention: Central Procurement Unit</w:t>
      </w:r>
    </w:p>
    <w:p w14:paraId="5918679E" w14:textId="6364FC32" w:rsidR="005961A5" w:rsidRPr="00B41F59" w:rsidRDefault="005961A5" w:rsidP="00166C12">
      <w:pPr>
        <w:rPr>
          <w:lang w:val="en-GB"/>
        </w:rPr>
      </w:pPr>
      <w:r>
        <w:rPr>
          <w:lang w:val="en-GB"/>
        </w:rPr>
        <w:t xml:space="preserve">Tender No: </w:t>
      </w:r>
      <w:r w:rsidR="00FE2DD7">
        <w:rPr>
          <w:lang w:val="en-GB"/>
        </w:rPr>
        <w:t>27-G013-25</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31AD4C72"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5C56EA">
        <w:rPr>
          <w:rFonts w:ascii="Calibri" w:eastAsia="Times New Roman" w:hAnsi="Calibri" w:cs="Calibri"/>
          <w:lang w:val="en-GB"/>
        </w:rPr>
        <w:t>f</w:t>
      </w:r>
      <w:r w:rsidR="00A41E0B" w:rsidRPr="007F3777">
        <w:rPr>
          <w:rFonts w:ascii="Calibri" w:eastAsia="Times New Roman" w:hAnsi="Calibri" w:cs="Calibri"/>
          <w:lang w:val="en-GB"/>
        </w:rPr>
        <w:t xml:space="preserve"> and </w:t>
      </w:r>
      <w:r w:rsidR="005C56EA">
        <w:rPr>
          <w:rFonts w:ascii="Calibri" w:eastAsia="Times New Roman" w:hAnsi="Calibri" w:cs="Calibri"/>
          <w:lang w:val="en-GB"/>
        </w:rPr>
        <w:t>g</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C3BCC61"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5961A5">
        <w:rPr>
          <w:rFonts w:cs="Calibri"/>
          <w:sz w:val="24"/>
          <w:szCs w:val="24"/>
          <w:lang w:val="en-GB"/>
        </w:rPr>
        <w:t xml:space="preserve"> (signed)</w:t>
      </w:r>
    </w:p>
    <w:p w14:paraId="7E53E42B" w14:textId="40ADE359" w:rsidR="00DF5028" w:rsidRDefault="00730965"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Valid Business </w:t>
      </w:r>
      <w:r w:rsidR="00456AD6">
        <w:rPr>
          <w:rFonts w:cs="Calibri"/>
          <w:sz w:val="24"/>
          <w:szCs w:val="24"/>
          <w:lang w:val="en-GB"/>
        </w:rPr>
        <w:t>Registration (</w:t>
      </w:r>
      <w:r w:rsidR="005961A5">
        <w:rPr>
          <w:rFonts w:cs="Calibri"/>
          <w:sz w:val="24"/>
          <w:szCs w:val="24"/>
          <w:lang w:val="en-GB"/>
        </w:rPr>
        <w:t xml:space="preserve">certified </w:t>
      </w:r>
      <w:r w:rsidR="00456AD6">
        <w:rPr>
          <w:rFonts w:cs="Calibri"/>
          <w:sz w:val="24"/>
          <w:szCs w:val="24"/>
          <w:lang w:val="en-GB"/>
        </w:rPr>
        <w:t>from MTCIC</w:t>
      </w:r>
      <w:r w:rsidR="005323CD">
        <w:rPr>
          <w:rFonts w:cs="Calibri"/>
          <w:sz w:val="24"/>
          <w:szCs w:val="24"/>
          <w:lang w:val="en-GB"/>
        </w:rPr>
        <w:t xml:space="preserve"> or Registrar of Companies</w:t>
      </w:r>
      <w:r w:rsidR="00456AD6">
        <w:rPr>
          <w:rFonts w:cs="Calibri"/>
          <w:sz w:val="24"/>
          <w:szCs w:val="24"/>
          <w:lang w:val="en-GB"/>
        </w:rPr>
        <w:t>)</w:t>
      </w:r>
    </w:p>
    <w:p w14:paraId="577F1BD5" w14:textId="534C8E23" w:rsidR="00456AD6" w:rsidRDefault="00456AD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Operation (</w:t>
      </w:r>
      <w:r w:rsidR="005961A5">
        <w:rPr>
          <w:rFonts w:cs="Calibri"/>
          <w:sz w:val="24"/>
          <w:szCs w:val="24"/>
          <w:lang w:val="en-GB"/>
        </w:rPr>
        <w:t xml:space="preserve">valid </w:t>
      </w:r>
      <w:r>
        <w:rPr>
          <w:rFonts w:cs="Calibri"/>
          <w:sz w:val="24"/>
          <w:szCs w:val="24"/>
          <w:lang w:val="en-GB"/>
        </w:rPr>
        <w:t xml:space="preserve">from </w:t>
      </w:r>
      <w:r w:rsidR="00A55CDA">
        <w:rPr>
          <w:rFonts w:cs="Calibri"/>
          <w:sz w:val="24"/>
          <w:szCs w:val="24"/>
          <w:lang w:val="en-GB"/>
        </w:rPr>
        <w:t>Council)</w:t>
      </w:r>
    </w:p>
    <w:p w14:paraId="0C3712AD" w14:textId="3926CA6D" w:rsidR="00903AAE" w:rsidRPr="00032400" w:rsidRDefault="00903AA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B61481A"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903AAE">
        <w:rPr>
          <w:rFonts w:ascii="Calibri" w:eastAsia="Times New Roman" w:hAnsi="Calibri" w:cs="Calibri"/>
          <w:lang w:val="en-GB"/>
        </w:rPr>
        <w:t>,</w:t>
      </w:r>
      <w:r w:rsidR="00EB3125" w:rsidRPr="007F3777">
        <w:rPr>
          <w:rFonts w:ascii="Calibri" w:eastAsia="Times New Roman" w:hAnsi="Calibri" w:cs="Calibri"/>
          <w:lang w:val="en-GB"/>
        </w:rPr>
        <w:t xml:space="preserve">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00903AAE">
        <w:rPr>
          <w:rFonts w:ascii="Calibri" w:eastAsia="Times New Roman" w:hAnsi="Calibri" w:cs="Calibri"/>
          <w:lang w:val="en-GB"/>
        </w:rPr>
        <w:t xml:space="preserve"> e, f or g</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even" r:id="rId13"/>
      <w:headerReference w:type="default" r:id="rId14"/>
      <w:footerReference w:type="even" r:id="rId15"/>
      <w:footerReference w:type="default" r:id="rId16"/>
      <w:headerReference w:type="first" r:id="rId17"/>
      <w:footerReference w:type="first" r:id="rId18"/>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B94F1" w14:textId="77777777" w:rsidR="00E90E07" w:rsidRDefault="00E90E07">
      <w:r>
        <w:separator/>
      </w:r>
    </w:p>
  </w:endnote>
  <w:endnote w:type="continuationSeparator" w:id="0">
    <w:p w14:paraId="081D9279" w14:textId="77777777" w:rsidR="00E90E07" w:rsidRDefault="00E90E07">
      <w:r>
        <w:continuationSeparator/>
      </w:r>
    </w:p>
  </w:endnote>
  <w:endnote w:type="continuationNotice" w:id="1">
    <w:p w14:paraId="29E802E5" w14:textId="77777777" w:rsidR="00E90E07" w:rsidRDefault="00E90E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E807A" w14:textId="77777777" w:rsidR="00517DCA" w:rsidRDefault="00517D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0B484F83" w:rsidR="00133D55" w:rsidRDefault="00133D55" w:rsidP="004878F3">
    <w:pPr>
      <w:pStyle w:val="Footer"/>
    </w:pPr>
    <w:r>
      <w:fldChar w:fldCharType="begin"/>
    </w:r>
    <w:r>
      <w:instrText xml:space="preserve"> DATE \@ "yyyy-MM-dd" </w:instrText>
    </w:r>
    <w:r>
      <w:fldChar w:fldCharType="separate"/>
    </w:r>
    <w:r w:rsidR="006C7239">
      <w:rPr>
        <w:noProof/>
      </w:rPr>
      <w:t>2025-02-17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21CB0" w14:textId="77777777" w:rsidR="00517DCA" w:rsidRDefault="00517D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4B880" w14:textId="77777777" w:rsidR="00E90E07" w:rsidRDefault="00E90E07">
      <w:r>
        <w:separator/>
      </w:r>
    </w:p>
  </w:footnote>
  <w:footnote w:type="continuationSeparator" w:id="0">
    <w:p w14:paraId="3821AF61" w14:textId="77777777" w:rsidR="00E90E07" w:rsidRDefault="00E90E07">
      <w:r>
        <w:continuationSeparator/>
      </w:r>
    </w:p>
  </w:footnote>
  <w:footnote w:type="continuationNotice" w:id="1">
    <w:p w14:paraId="06F567F5" w14:textId="77777777" w:rsidR="00E90E07" w:rsidRDefault="00E90E0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A81C7" w14:textId="77777777" w:rsidR="00517DCA" w:rsidRDefault="00517D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AC7F40B"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0C629" w14:textId="77777777" w:rsidR="00517DCA" w:rsidRDefault="00517D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29946937">
    <w:abstractNumId w:val="1"/>
  </w:num>
  <w:num w:numId="2" w16cid:durableId="837428229">
    <w:abstractNumId w:val="12"/>
  </w:num>
  <w:num w:numId="3" w16cid:durableId="1549948816">
    <w:abstractNumId w:val="13"/>
  </w:num>
  <w:num w:numId="4" w16cid:durableId="742291943">
    <w:abstractNumId w:val="7"/>
  </w:num>
  <w:num w:numId="5" w16cid:durableId="686518377">
    <w:abstractNumId w:val="6"/>
  </w:num>
  <w:num w:numId="6" w16cid:durableId="1586380055">
    <w:abstractNumId w:val="9"/>
  </w:num>
  <w:num w:numId="7" w16cid:durableId="1911191568">
    <w:abstractNumId w:val="8"/>
  </w:num>
  <w:num w:numId="8" w16cid:durableId="637342753">
    <w:abstractNumId w:val="11"/>
  </w:num>
  <w:num w:numId="9" w16cid:durableId="2006123574">
    <w:abstractNumId w:val="0"/>
  </w:num>
  <w:num w:numId="10" w16cid:durableId="1403261016">
    <w:abstractNumId w:val="10"/>
  </w:num>
  <w:num w:numId="11" w16cid:durableId="173498285">
    <w:abstractNumId w:val="4"/>
  </w:num>
  <w:num w:numId="12" w16cid:durableId="1268804673">
    <w:abstractNumId w:val="3"/>
  </w:num>
  <w:num w:numId="13" w16cid:durableId="1855339681">
    <w:abstractNumId w:val="5"/>
  </w:num>
  <w:num w:numId="14" w16cid:durableId="181301977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5E9C"/>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1BAF"/>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E44F3"/>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1DDF"/>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2DB0"/>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301F"/>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2B6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0CD7"/>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D6"/>
    <w:rsid w:val="00456AF9"/>
    <w:rsid w:val="00457850"/>
    <w:rsid w:val="0046025C"/>
    <w:rsid w:val="00461005"/>
    <w:rsid w:val="0046185A"/>
    <w:rsid w:val="00463A7B"/>
    <w:rsid w:val="004678CC"/>
    <w:rsid w:val="00467B3E"/>
    <w:rsid w:val="00470ED5"/>
    <w:rsid w:val="00471B0A"/>
    <w:rsid w:val="00472801"/>
    <w:rsid w:val="00473240"/>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39F9"/>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17DCA"/>
    <w:rsid w:val="00520F6C"/>
    <w:rsid w:val="0052143C"/>
    <w:rsid w:val="00521BF1"/>
    <w:rsid w:val="00521D07"/>
    <w:rsid w:val="00522812"/>
    <w:rsid w:val="00524DBD"/>
    <w:rsid w:val="0052522C"/>
    <w:rsid w:val="00525748"/>
    <w:rsid w:val="005272D0"/>
    <w:rsid w:val="00530630"/>
    <w:rsid w:val="00530F32"/>
    <w:rsid w:val="005323CD"/>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57E42"/>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A5"/>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6EA"/>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57F"/>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3422"/>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467"/>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C7239"/>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E7B68"/>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965"/>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1FB3"/>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AAE"/>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379AC"/>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BEA"/>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4EEE"/>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5CDA"/>
    <w:rsid w:val="00A56FF1"/>
    <w:rsid w:val="00A6073D"/>
    <w:rsid w:val="00A6147F"/>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E7CF4"/>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5750E"/>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2C1D"/>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3BE"/>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40A"/>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12C5"/>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3E5E"/>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28"/>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2B86"/>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0E07"/>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692"/>
    <w:rsid w:val="00EB0C28"/>
    <w:rsid w:val="00EB1462"/>
    <w:rsid w:val="00EB3125"/>
    <w:rsid w:val="00EB460E"/>
    <w:rsid w:val="00EB6858"/>
    <w:rsid w:val="00EB71CA"/>
    <w:rsid w:val="00EB7E5E"/>
    <w:rsid w:val="00EC022C"/>
    <w:rsid w:val="00EC088B"/>
    <w:rsid w:val="00EC0EE3"/>
    <w:rsid w:val="00EC1DB5"/>
    <w:rsid w:val="00EC1FD3"/>
    <w:rsid w:val="00EC401B"/>
    <w:rsid w:val="00EC51A1"/>
    <w:rsid w:val="00ED10DE"/>
    <w:rsid w:val="00ED1288"/>
    <w:rsid w:val="00ED463D"/>
    <w:rsid w:val="00ED4A93"/>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1534"/>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662A7"/>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2DD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6C94"/>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32</TotalTime>
  <Pages>7</Pages>
  <Words>1878</Words>
  <Characters>10237</Characters>
  <Application>Microsoft Office Word</Application>
  <DocSecurity>0</DocSecurity>
  <Lines>193</Lines>
  <Paragraphs>105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12010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19</cp:revision>
  <cp:lastPrinted>2013-10-18T08:32:00Z</cp:lastPrinted>
  <dcterms:created xsi:type="dcterms:W3CDTF">2022-11-17T04:31:00Z</dcterms:created>
  <dcterms:modified xsi:type="dcterms:W3CDTF">2025-02-16T22:24:00Z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853da0d59dc075812c35a69d5e354dd1c47e59b5dcd5af418a904dade7d47216</vt:lpwstr>
  </property>
</Properties>
</file>